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9C" w:rsidRPr="00BC3B6B" w:rsidRDefault="007E099C" w:rsidP="00BC3B6B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bCs w:val="0"/>
          <w:noProof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</w:t>
      </w:r>
      <w:r w:rsidRPr="00BC3B6B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ПРОЄКТ                              </w:t>
      </w:r>
    </w:p>
    <w:p w:rsidR="007E099C" w:rsidRPr="00BC3B6B" w:rsidRDefault="007E099C" w:rsidP="00BC3B6B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Pr="003B1D88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5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7E099C" w:rsidRDefault="007E099C" w:rsidP="004E500C">
      <w:pPr>
        <w:pStyle w:val="a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7E099C" w:rsidRDefault="007E099C" w:rsidP="004E500C">
      <w:pPr>
        <w:pStyle w:val="Heading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7E099C" w:rsidRDefault="007E099C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ДЕВ’ЯТА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7E099C" w:rsidRPr="00BC3B6B" w:rsidRDefault="007E099C" w:rsidP="004E500C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C3B6B">
        <w:rPr>
          <w:rFonts w:ascii="Times New Roman" w:hAnsi="Times New Roman" w:cs="Times New Roman"/>
          <w:sz w:val="24"/>
          <w:szCs w:val="24"/>
        </w:rPr>
        <w:t>(П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3B6B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6B">
        <w:rPr>
          <w:rFonts w:ascii="Times New Roman" w:hAnsi="Times New Roman" w:cs="Times New Roman"/>
          <w:sz w:val="24"/>
          <w:szCs w:val="24"/>
        </w:rPr>
        <w:t>Я)</w:t>
      </w:r>
    </w:p>
    <w:p w:rsidR="007E099C" w:rsidRPr="00517AEC" w:rsidRDefault="007E099C" w:rsidP="00517AEC">
      <w:pPr>
        <w:spacing w:after="0"/>
        <w:rPr>
          <w:sz w:val="16"/>
          <w:szCs w:val="16"/>
          <w:lang w:val="uk-UA"/>
        </w:rPr>
      </w:pPr>
    </w:p>
    <w:p w:rsidR="007E099C" w:rsidRPr="00BC3B6B" w:rsidRDefault="007E099C" w:rsidP="004E500C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>Р  І   Ш   Е   Н   Н   Я</w:t>
      </w:r>
    </w:p>
    <w:p w:rsidR="007E099C" w:rsidRPr="00BC3B6B" w:rsidRDefault="007E099C" w:rsidP="004E500C">
      <w:pPr>
        <w:pStyle w:val="Heading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7E099C" w:rsidRPr="00BC3B6B" w:rsidRDefault="007E099C" w:rsidP="004E500C">
      <w:pPr>
        <w:pStyle w:val="Heading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BC3B6B">
        <w:rPr>
          <w:rFonts w:ascii="Times New Roman" w:hAnsi="Times New Roman" w:cs="Times New Roman"/>
          <w:sz w:val="26"/>
          <w:szCs w:val="26"/>
          <w:lang w:val="ru-RU"/>
        </w:rPr>
        <w:t>22.12.</w:t>
      </w:r>
      <w:r w:rsidRPr="00BC3B6B">
        <w:rPr>
          <w:rFonts w:ascii="Times New Roman" w:hAnsi="Times New Roman" w:cs="Times New Roman"/>
          <w:sz w:val="26"/>
          <w:szCs w:val="26"/>
        </w:rPr>
        <w:t xml:space="preserve">2023 р. </w:t>
      </w:r>
      <w:r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№ ______- 52-</w:t>
      </w:r>
      <w:r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7E099C" w:rsidRPr="00BC3B6B" w:rsidRDefault="007E099C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E099C" w:rsidRPr="006C73E2" w:rsidRDefault="007E099C" w:rsidP="00187CA0">
      <w:pPr>
        <w:spacing w:after="0" w:line="240" w:lineRule="auto"/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6C73E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6C73E2"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7E099C" w:rsidRPr="006C73E2" w:rsidRDefault="007E099C" w:rsidP="00187CA0">
      <w:pPr>
        <w:spacing w:after="0" w:line="240" w:lineRule="auto"/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6C73E2"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7E099C" w:rsidRPr="006C73E2" w:rsidRDefault="007E099C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C73E2">
        <w:rPr>
          <w:rStyle w:val="Strong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7E099C" w:rsidRPr="006C73E2" w:rsidRDefault="007E099C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Pr="006C73E2" w:rsidRDefault="007E099C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Pr="006C73E2" w:rsidRDefault="007E099C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73E2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Pr="006C73E2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надання соціальної допомоги особам, які постраждали внаслідок військової агресії Російської Федерації проти України та особам, які перебувають у складних життєвих обставинах</w:t>
      </w:r>
      <w:r w:rsidRPr="006C73E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6C73E2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6C73E2">
        <w:rPr>
          <w:rFonts w:ascii="Times New Roman" w:hAnsi="Times New Roman" w:cs="Times New Roman"/>
          <w:sz w:val="26"/>
          <w:szCs w:val="26"/>
          <w:lang w:val="uk-UA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Закону України «Про місцеве самоврядування в Україні»,  Бучанська міська рада</w:t>
      </w:r>
    </w:p>
    <w:p w:rsidR="007E099C" w:rsidRPr="006C73E2" w:rsidRDefault="007E099C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73E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7E099C" w:rsidRPr="006C73E2" w:rsidRDefault="007E099C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C73E2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7E099C" w:rsidRPr="006C73E2" w:rsidRDefault="007E099C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73E2">
        <w:rPr>
          <w:rFonts w:ascii="Times New Roman" w:hAnsi="Times New Roman" w:cs="Times New Roman"/>
          <w:sz w:val="26"/>
          <w:szCs w:val="26"/>
          <w:lang w:val="uk-UA"/>
        </w:rPr>
        <w:t>1. Надати згоду на прийняття у комунальну власність Бучанської міської територіальної громади обладнання та матеріалів, які надійшли як гуманітарна допомога, згідно додатку 1.</w:t>
      </w:r>
    </w:p>
    <w:p w:rsidR="007E099C" w:rsidRPr="006C73E2" w:rsidRDefault="007E099C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6C73E2">
        <w:rPr>
          <w:rFonts w:ascii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обладнання та матеріалів, які надійшли як гуманітарна допомога - </w:t>
      </w:r>
      <w:r w:rsidRPr="006C73E2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катастрофам та ліквідація їх наслідків, 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Pr="006C73E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6C73E2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7E099C" w:rsidRPr="006C73E2" w:rsidRDefault="007E099C" w:rsidP="00CB2F4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73E2">
        <w:rPr>
          <w:rFonts w:ascii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рішення, створити комісію з приймання-передачі гуманітарної допомоги, згідно додатку 2.</w:t>
      </w:r>
    </w:p>
    <w:p w:rsidR="007E099C" w:rsidRPr="006C73E2" w:rsidRDefault="007E099C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6C73E2">
        <w:rPr>
          <w:rFonts w:ascii="Times New Roman" w:hAnsi="Times New Roman" w:cs="Times New Roman"/>
          <w:sz w:val="26"/>
          <w:szCs w:val="26"/>
          <w:lang w:val="uk-UA"/>
        </w:rPr>
        <w:t>4. Передати на баланс Управління соціальної політики Бучанської міської ради товарно-матеріальні цінності, отримані як гуманітарна допомога, згідно додатку 3 до рішення. Визначити Управління соціальної політики Бучанської міської ради відповідальним</w:t>
      </w:r>
      <w:r w:rsidRPr="006C73E2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7E099C" w:rsidRPr="006C73E2" w:rsidRDefault="007E099C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73E2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5. </w:t>
      </w:r>
      <w:r w:rsidRPr="006C73E2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 комісію ради з питань житлово-комунального господарства, благоустрою, ефективності та управління комунальною власністю.</w:t>
      </w:r>
    </w:p>
    <w:p w:rsidR="007E099C" w:rsidRPr="006C73E2" w:rsidRDefault="007E099C" w:rsidP="00187CA0">
      <w:pPr>
        <w:widowControl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6C73E2" w:rsidRDefault="007E099C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C73E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Міський голова</w:t>
      </w:r>
      <w:r w:rsidRPr="006C73E2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p w:rsidR="007E099C" w:rsidRPr="006C73E2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E099C" w:rsidRPr="006C73E2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6C73E2" w:rsidRDefault="007E099C" w:rsidP="00EC68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Pr="00BC3B6B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p w:rsidR="007E099C" w:rsidRDefault="007E099C" w:rsidP="00EC68B7">
      <w:pPr>
        <w:spacing w:after="0" w:line="240" w:lineRule="auto"/>
        <w:jc w:val="both"/>
        <w:rPr>
          <w:lang w:val="uk-UA"/>
        </w:rPr>
      </w:pPr>
    </w:p>
    <w:tbl>
      <w:tblPr>
        <w:tblpPr w:leftFromText="180" w:rightFromText="180" w:horzAnchor="margin" w:tblpY="536"/>
        <w:tblW w:w="9576" w:type="dxa"/>
        <w:tblLook w:val="00A0"/>
      </w:tblPr>
      <w:tblGrid>
        <w:gridCol w:w="3708"/>
        <w:gridCol w:w="2880"/>
        <w:gridCol w:w="2988"/>
      </w:tblGrid>
      <w:tr w:rsidR="007E099C" w:rsidRPr="006C73E2">
        <w:trPr>
          <w:trHeight w:val="1447"/>
        </w:trPr>
        <w:tc>
          <w:tcPr>
            <w:tcW w:w="3708" w:type="dxa"/>
          </w:tcPr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Сергій ШЕПЕТЬКО</w:t>
            </w:r>
          </w:p>
        </w:tc>
      </w:tr>
      <w:tr w:rsidR="007E099C" w:rsidRPr="006C73E2">
        <w:trPr>
          <w:trHeight w:val="1447"/>
        </w:trPr>
        <w:tc>
          <w:tcPr>
            <w:tcW w:w="3708" w:type="dxa"/>
          </w:tcPr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E099C" w:rsidRPr="006C73E2">
        <w:trPr>
          <w:trHeight w:val="1447"/>
        </w:trPr>
        <w:tc>
          <w:tcPr>
            <w:tcW w:w="3708" w:type="dxa"/>
          </w:tcPr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Тетяна СІМОН</w:t>
            </w:r>
          </w:p>
        </w:tc>
      </w:tr>
      <w:tr w:rsidR="007E099C" w:rsidRPr="006C73E2">
        <w:trPr>
          <w:trHeight w:val="1447"/>
        </w:trPr>
        <w:tc>
          <w:tcPr>
            <w:tcW w:w="3708" w:type="dxa"/>
          </w:tcPr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7E099C" w:rsidRPr="006C73E2" w:rsidRDefault="007E099C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 підпис</w:t>
            </w:r>
            <w:r w:rsidRPr="006C73E2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73E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99C" w:rsidRPr="006C73E2" w:rsidRDefault="007E099C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73E2">
              <w:rPr>
                <w:rFonts w:ascii="Times New Roman" w:hAnsi="Times New Roman" w:cs="Times New Roman"/>
                <w:sz w:val="28"/>
                <w:szCs w:val="28"/>
              </w:rPr>
              <w:t>Ірина ПАСІЧНА</w:t>
            </w:r>
          </w:p>
        </w:tc>
      </w:tr>
    </w:tbl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bookmarkStart w:id="0" w:name="_GoBack"/>
      <w:bookmarkEnd w:id="0"/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7E099C" w:rsidRDefault="007E099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</w:t>
      </w:r>
      <w:r w:rsidRPr="003E68EC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/>
      </w:tblPr>
      <w:tblGrid>
        <w:gridCol w:w="9854"/>
      </w:tblGrid>
      <w:tr w:rsidR="007E099C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7E099C" w:rsidRPr="003E68EC" w:rsidRDefault="007E099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52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7E099C" w:rsidRPr="003E68EC" w:rsidRDefault="007E099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22.12.2023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року</w:t>
            </w:r>
          </w:p>
          <w:p w:rsidR="007E099C" w:rsidRPr="003E68EC" w:rsidRDefault="007E099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______-52-УІІІ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7E099C" w:rsidRPr="002052E9" w:rsidRDefault="007E099C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E099C" w:rsidRDefault="007E099C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E099C" w:rsidRDefault="007E099C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Перелік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7E099C" w:rsidRDefault="007E099C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приймається в комунальну власність </w:t>
      </w:r>
    </w:p>
    <w:p w:rsidR="007E099C" w:rsidRDefault="007E099C" w:rsidP="0041001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територіальної громади</w:t>
      </w:r>
    </w:p>
    <w:p w:rsidR="007E099C" w:rsidRPr="003E68EC" w:rsidRDefault="007E099C" w:rsidP="0041001B">
      <w:pPr>
        <w:spacing w:after="0"/>
        <w:ind w:left="1559" w:hanging="1559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5202"/>
        <w:gridCol w:w="1620"/>
        <w:gridCol w:w="2160"/>
      </w:tblGrid>
      <w:tr w:rsidR="007E099C" w:rsidRPr="00302463">
        <w:trPr>
          <w:trHeight w:val="417"/>
        </w:trPr>
        <w:tc>
          <w:tcPr>
            <w:tcW w:w="846" w:type="dxa"/>
          </w:tcPr>
          <w:p w:rsidR="007E099C" w:rsidRPr="00302463" w:rsidRDefault="007E099C" w:rsidP="001603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202" w:type="dxa"/>
          </w:tcPr>
          <w:p w:rsidR="007E099C" w:rsidRPr="00302463" w:rsidRDefault="007E099C" w:rsidP="001603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</w:t>
            </w: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йменування </w:t>
            </w: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620" w:type="dxa"/>
          </w:tcPr>
          <w:p w:rsidR="007E099C" w:rsidRPr="00302463" w:rsidRDefault="007E099C" w:rsidP="001603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160" w:type="dxa"/>
          </w:tcPr>
          <w:p w:rsidR="007E099C" w:rsidRPr="00302463" w:rsidRDefault="007E099C" w:rsidP="001603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Сума, грн.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8366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02" w:type="dxa"/>
          </w:tcPr>
          <w:p w:rsidR="007E099C" w:rsidRPr="00302463" w:rsidRDefault="007E099C" w:rsidP="00FB26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63">
              <w:rPr>
                <w:rStyle w:val="2"/>
                <w:color w:val="000000"/>
                <w:lang w:val="en-US" w:eastAsia="en-US"/>
              </w:rPr>
              <w:t>KD</w:t>
            </w:r>
            <w:r w:rsidRPr="00302463">
              <w:rPr>
                <w:rStyle w:val="2"/>
                <w:color w:val="000000"/>
                <w:lang w:eastAsia="en-US"/>
              </w:rPr>
              <w:t xml:space="preserve">103 </w:t>
            </w:r>
            <w:r w:rsidRPr="00302463">
              <w:rPr>
                <w:rStyle w:val="2"/>
                <w:color w:val="000000"/>
              </w:rPr>
              <w:t>Килим текстильний 800мм х 1200мм (чорн.)</w:t>
            </w:r>
          </w:p>
        </w:tc>
        <w:tc>
          <w:tcPr>
            <w:tcW w:w="1620" w:type="dxa"/>
          </w:tcPr>
          <w:p w:rsidR="007E099C" w:rsidRPr="00302463" w:rsidRDefault="007E099C" w:rsidP="008366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 xml:space="preserve"> 1 шт</w:t>
            </w:r>
          </w:p>
        </w:tc>
        <w:tc>
          <w:tcPr>
            <w:tcW w:w="2160" w:type="dxa"/>
          </w:tcPr>
          <w:p w:rsidR="007E099C" w:rsidRPr="00302463" w:rsidRDefault="007E099C" w:rsidP="0083667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Style w:val="2"/>
                <w:color w:val="000000"/>
              </w:rPr>
              <w:t>780,00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02" w:type="dxa"/>
          </w:tcPr>
          <w:p w:rsidR="007E099C" w:rsidRPr="00302463" w:rsidRDefault="007E099C" w:rsidP="00FB26A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2463">
              <w:rPr>
                <w:rStyle w:val="2"/>
                <w:color w:val="000000"/>
              </w:rPr>
              <w:t>Акустична колонка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8 500,00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02" w:type="dxa"/>
          </w:tcPr>
          <w:p w:rsidR="007E099C" w:rsidRPr="00302463" w:rsidRDefault="007E099C" w:rsidP="00FB26A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Бизиборд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3 100,00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02" w:type="dxa"/>
          </w:tcPr>
          <w:p w:rsidR="007E099C" w:rsidRPr="00302463" w:rsidRDefault="007E099C" w:rsidP="00FB26A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Бізікуб дерево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1 600,00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02" w:type="dxa"/>
          </w:tcPr>
          <w:p w:rsidR="007E099C" w:rsidRPr="00302463" w:rsidRDefault="007E099C" w:rsidP="00FB26A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 xml:space="preserve">Вішалка </w:t>
            </w:r>
            <w:r w:rsidRPr="00302463">
              <w:rPr>
                <w:rStyle w:val="2"/>
                <w:color w:val="000000"/>
                <w:lang w:val="en-US" w:eastAsia="en-US"/>
              </w:rPr>
              <w:t xml:space="preserve">COAT Rack </w:t>
            </w:r>
            <w:r w:rsidRPr="00302463">
              <w:rPr>
                <w:rStyle w:val="2"/>
                <w:color w:val="000000"/>
              </w:rPr>
              <w:t>підлогова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1 090,00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CD2C9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02" w:type="dxa"/>
          </w:tcPr>
          <w:p w:rsidR="007E099C" w:rsidRPr="00302463" w:rsidRDefault="007E099C" w:rsidP="00D7787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Гвинтова пірамідка</w:t>
            </w:r>
          </w:p>
        </w:tc>
        <w:tc>
          <w:tcPr>
            <w:tcW w:w="1620" w:type="dxa"/>
          </w:tcPr>
          <w:p w:rsidR="007E099C" w:rsidRPr="00302463" w:rsidRDefault="007E099C" w:rsidP="00CD2C9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CD2C9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1 300,00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02" w:type="dxa"/>
          </w:tcPr>
          <w:p w:rsidR="007E099C" w:rsidRPr="00302463" w:rsidRDefault="007E099C" w:rsidP="00AF78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Іграшки Монтесорі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02" w:type="dxa"/>
          </w:tcPr>
          <w:p w:rsidR="007E099C" w:rsidRPr="00302463" w:rsidRDefault="007E099C" w:rsidP="00AF78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Іграшки Монтесорі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02" w:type="dxa"/>
          </w:tcPr>
          <w:p w:rsidR="007E099C" w:rsidRPr="00302463" w:rsidRDefault="007E099C" w:rsidP="008D66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Картки візуальної підтримки процесу навчання для індивідуальних зайнять ДивоГра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02" w:type="dxa"/>
          </w:tcPr>
          <w:p w:rsidR="007E099C" w:rsidRPr="00302463" w:rsidRDefault="007E099C" w:rsidP="00327F2C">
            <w:pPr>
              <w:tabs>
                <w:tab w:val="left" w:pos="-126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Кільцева доріжка Альма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455A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1 100,00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02" w:type="dxa"/>
          </w:tcPr>
          <w:p w:rsidR="007E099C" w:rsidRPr="00302463" w:rsidRDefault="007E099C" w:rsidP="008D66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Кінетичний пісок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02" w:type="dxa"/>
          </w:tcPr>
          <w:p w:rsidR="007E099C" w:rsidRPr="00302463" w:rsidRDefault="007E099C" w:rsidP="0086075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Книга для дітей (видавництво Ранок)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330,00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02" w:type="dxa"/>
          </w:tcPr>
          <w:p w:rsidR="007E099C" w:rsidRPr="00302463" w:rsidRDefault="007E099C" w:rsidP="00860757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Книга з піктограмами (видавництво ДивоГра)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02" w:type="dxa"/>
          </w:tcPr>
          <w:p w:rsidR="007E099C" w:rsidRPr="00302463" w:rsidRDefault="007E099C" w:rsidP="0086075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Книга з піктограмами (видавництво ДивоГра)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202" w:type="dxa"/>
          </w:tcPr>
          <w:p w:rsidR="007E099C" w:rsidRPr="00302463" w:rsidRDefault="007E099C" w:rsidP="000661E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Комплект Пуфів "Пазл" Деко-М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ком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7 869,00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02" w:type="dxa"/>
          </w:tcPr>
          <w:p w:rsidR="007E099C" w:rsidRPr="00302463" w:rsidRDefault="007E099C" w:rsidP="0060582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Комплект стендів "Талановиті рученята"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ком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2 000,00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CB02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02" w:type="dxa"/>
          </w:tcPr>
          <w:p w:rsidR="007E099C" w:rsidRPr="00302463" w:rsidRDefault="007E099C" w:rsidP="0060582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Конструктор Фраз "Будуємо Прості Речення" ДивоГ ра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447,00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05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202" w:type="dxa"/>
          </w:tcPr>
          <w:p w:rsidR="007E099C" w:rsidRPr="00302463" w:rsidRDefault="007E099C" w:rsidP="0060582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Крейдяна плівка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058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202" w:type="dxa"/>
          </w:tcPr>
          <w:p w:rsidR="007E099C" w:rsidRPr="00302463" w:rsidRDefault="007E099C" w:rsidP="0060582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Крісло-груша 100* 80см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4F1F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202" w:type="dxa"/>
          </w:tcPr>
          <w:p w:rsidR="007E099C" w:rsidRPr="00302463" w:rsidRDefault="007E099C" w:rsidP="004F1F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Лабіринт для балансування</w:t>
            </w:r>
          </w:p>
        </w:tc>
        <w:tc>
          <w:tcPr>
            <w:tcW w:w="162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64401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pStyle w:val="21"/>
              <w:shd w:val="clear" w:color="auto" w:fill="auto"/>
              <w:spacing w:before="0" w:after="0" w:line="240" w:lineRule="exact"/>
              <w:ind w:left="-126" w:firstLine="126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Лего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1 900,00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pStyle w:val="21"/>
              <w:shd w:val="clear" w:color="auto" w:fill="auto"/>
              <w:spacing w:before="0" w:after="0"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Логічні ігри. Вивчай кольори Видавництво Ранок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pStyle w:val="21"/>
              <w:shd w:val="clear" w:color="auto" w:fill="auto"/>
              <w:spacing w:before="0" w:after="0"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Логічні ігри. Вивчай форми Видавництво Ранок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pStyle w:val="21"/>
              <w:shd w:val="clear" w:color="auto" w:fill="auto"/>
              <w:spacing w:before="0" w:after="0"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Логічні ігри. Підбирай за змістом Видавництво Ранок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pStyle w:val="21"/>
              <w:shd w:val="clear" w:color="auto" w:fill="auto"/>
              <w:spacing w:before="0" w:after="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Мат навчальний Де моє місце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pStyle w:val="21"/>
              <w:shd w:val="clear" w:color="auto" w:fill="auto"/>
              <w:spacing w:before="0" w:after="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Модуль балансир "Качечки"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2 900,00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pStyle w:val="21"/>
              <w:shd w:val="clear" w:color="auto" w:fill="auto"/>
              <w:spacing w:before="0" w:after="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Набір "Дорожні знаки"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327F2C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02463">
              <w:rPr>
                <w:rStyle w:val="2"/>
                <w:color w:val="000000"/>
              </w:rPr>
              <w:t>Н</w:t>
            </w:r>
            <w:r w:rsidRPr="00302463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</w:rPr>
              <w:t>абір "За кольорами"</w:t>
            </w:r>
          </w:p>
        </w:tc>
        <w:tc>
          <w:tcPr>
            <w:tcW w:w="1620" w:type="dxa"/>
          </w:tcPr>
          <w:p w:rsidR="007E099C" w:rsidRPr="00302463" w:rsidRDefault="007E099C" w:rsidP="00327F2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5273E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7F46DC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Набір карток і постерів Емоції.Почуття ДивоГ ра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385,00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7F46DC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Набір карток Ігри з піктограмами до зошита Про мене ДивоГ ра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215,00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202" w:type="dxa"/>
          </w:tcPr>
          <w:p w:rsidR="007E099C" w:rsidRPr="00302463" w:rsidRDefault="007E099C" w:rsidP="007F46DC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302463">
              <w:rPr>
                <w:rStyle w:val="2"/>
                <w:color w:val="000000"/>
              </w:rPr>
              <w:t xml:space="preserve">Набір Півсфера масажна </w:t>
            </w:r>
            <w:r w:rsidRPr="00302463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</w:rPr>
              <w:t>6 шт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комп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1 672,00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433E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202" w:type="dxa"/>
          </w:tcPr>
          <w:p w:rsidR="007E099C" w:rsidRPr="00302463" w:rsidRDefault="007E099C" w:rsidP="00433E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  <w:lang w:val="uk-UA"/>
              </w:rPr>
              <w:t xml:space="preserve">Набір Фігурок для сортування "Фрукти і ягоди" (108шт) </w:t>
            </w:r>
            <w:r w:rsidRPr="00302463">
              <w:rPr>
                <w:rStyle w:val="2"/>
                <w:color w:val="000000"/>
                <w:lang w:val="en-US" w:eastAsia="en-US"/>
              </w:rPr>
              <w:t>EDX</w:t>
            </w:r>
            <w:r w:rsidRPr="00302463">
              <w:rPr>
                <w:rStyle w:val="2"/>
                <w:color w:val="000000"/>
                <w:lang w:val="uk-UA" w:eastAsia="en-US"/>
              </w:rPr>
              <w:t xml:space="preserve"> </w:t>
            </w:r>
            <w:r w:rsidRPr="00302463">
              <w:rPr>
                <w:rStyle w:val="2"/>
                <w:color w:val="000000"/>
                <w:lang w:val="en-US" w:eastAsia="en-US"/>
              </w:rPr>
              <w:t>Education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1 600,00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433E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202" w:type="dxa"/>
          </w:tcPr>
          <w:p w:rsidR="007E099C" w:rsidRPr="00302463" w:rsidRDefault="007E099C" w:rsidP="00433E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Настільна гра з пластиковими долоньками Вчимося рахувати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433E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202" w:type="dxa"/>
          </w:tcPr>
          <w:p w:rsidR="007E099C" w:rsidRPr="00302463" w:rsidRDefault="007E099C" w:rsidP="00433E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Настільні розвивальні ігри комплект (уява,поясни слово,лото класичне)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936,00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433E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202" w:type="dxa"/>
          </w:tcPr>
          <w:p w:rsidR="007E099C" w:rsidRPr="00302463" w:rsidRDefault="007E099C" w:rsidP="00B611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Обтяжена рукавичка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680,00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B61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202" w:type="dxa"/>
          </w:tcPr>
          <w:p w:rsidR="007E099C" w:rsidRPr="00302463" w:rsidRDefault="007E099C" w:rsidP="00B611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Обтяжувачі для рук і ніг 2*0,5 кг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482,00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B61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202" w:type="dxa"/>
          </w:tcPr>
          <w:p w:rsidR="007E099C" w:rsidRPr="00302463" w:rsidRDefault="007E099C" w:rsidP="00B6112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Світильник Океан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B61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202" w:type="dxa"/>
          </w:tcPr>
          <w:p w:rsidR="007E099C" w:rsidRPr="00302463" w:rsidRDefault="007E099C" w:rsidP="00B611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Світловий стіл-пісочниця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3 000,00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B61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202" w:type="dxa"/>
          </w:tcPr>
          <w:p w:rsidR="007E099C" w:rsidRPr="00302463" w:rsidRDefault="007E099C" w:rsidP="00B611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Сенсорна доріжка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B61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202" w:type="dxa"/>
          </w:tcPr>
          <w:p w:rsidR="007E099C" w:rsidRPr="00302463" w:rsidRDefault="007E099C" w:rsidP="00B611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Сенсорна іграшка "Пазл-бол"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B61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202" w:type="dxa"/>
          </w:tcPr>
          <w:p w:rsidR="007E099C" w:rsidRPr="00302463" w:rsidRDefault="007E099C" w:rsidP="00B6112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Спуск роликовий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11 400,00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704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202" w:type="dxa"/>
          </w:tcPr>
          <w:p w:rsidR="007E099C" w:rsidRPr="00302463" w:rsidRDefault="007E099C" w:rsidP="0067045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Стелаж для взуття Кирпич 800*335*982 мм, колір білий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4 300,00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9759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202" w:type="dxa"/>
          </w:tcPr>
          <w:p w:rsidR="007E099C" w:rsidRPr="00302463" w:rsidRDefault="007E099C" w:rsidP="0097590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 xml:space="preserve">Стіл письмовий </w:t>
            </w:r>
            <w:r w:rsidRPr="00302463">
              <w:rPr>
                <w:rStyle w:val="2"/>
                <w:color w:val="000000"/>
                <w:lang w:val="en-US" w:eastAsia="en-US"/>
              </w:rPr>
              <w:t>IKAS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6 000,00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97590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202" w:type="dxa"/>
          </w:tcPr>
          <w:p w:rsidR="007E099C" w:rsidRPr="00302463" w:rsidRDefault="007E099C" w:rsidP="0097590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Стілець складаний V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3 750,00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1500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202" w:type="dxa"/>
          </w:tcPr>
          <w:p w:rsidR="007E099C" w:rsidRPr="00302463" w:rsidRDefault="007E099C" w:rsidP="001500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  <w:lang w:val="uk-UA"/>
              </w:rPr>
              <w:t xml:space="preserve">Стінка дитяча для іграшок </w:t>
            </w:r>
            <w:r w:rsidRPr="00302463">
              <w:rPr>
                <w:rStyle w:val="2"/>
                <w:color w:val="000000"/>
                <w:lang w:val="en-US" w:eastAsia="en-US"/>
              </w:rPr>
              <w:t>Design</w:t>
            </w:r>
            <w:r w:rsidRPr="00302463">
              <w:rPr>
                <w:rStyle w:val="2"/>
                <w:color w:val="000000"/>
                <w:lang w:val="uk-UA" w:eastAsia="en-US"/>
              </w:rPr>
              <w:t xml:space="preserve"> </w:t>
            </w:r>
            <w:r w:rsidRPr="00302463">
              <w:rPr>
                <w:rStyle w:val="2"/>
                <w:color w:val="000000"/>
                <w:lang w:val="en-US" w:eastAsia="en-US"/>
              </w:rPr>
              <w:t>Service</w:t>
            </w:r>
            <w:r w:rsidRPr="00302463">
              <w:rPr>
                <w:rStyle w:val="2"/>
                <w:color w:val="000000"/>
                <w:lang w:val="uk-UA" w:eastAsia="en-US"/>
              </w:rPr>
              <w:t xml:space="preserve"> </w:t>
            </w:r>
            <w:r w:rsidRPr="00302463">
              <w:rPr>
                <w:rStyle w:val="2"/>
                <w:color w:val="000000"/>
                <w:lang w:val="uk-UA"/>
              </w:rPr>
              <w:t>Малюк (663) основа білий/зелений/жовтий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9 200,00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1500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202" w:type="dxa"/>
          </w:tcPr>
          <w:p w:rsidR="007E099C" w:rsidRPr="00302463" w:rsidRDefault="007E099C" w:rsidP="006F400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Сухий душ АЛ 416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6F40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202" w:type="dxa"/>
          </w:tcPr>
          <w:p w:rsidR="007E099C" w:rsidRPr="00302463" w:rsidRDefault="007E099C" w:rsidP="006F400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Тактильна гумова подушка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FF6D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202" w:type="dxa"/>
          </w:tcPr>
          <w:p w:rsidR="007E099C" w:rsidRPr="00302463" w:rsidRDefault="007E099C" w:rsidP="00FF6DB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Тактильний масажний килимок Галька 150x40см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FF6D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202" w:type="dxa"/>
          </w:tcPr>
          <w:p w:rsidR="007E099C" w:rsidRPr="00302463" w:rsidRDefault="007E099C" w:rsidP="00FF6DB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Татамі пазли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FF6D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202" w:type="dxa"/>
          </w:tcPr>
          <w:p w:rsidR="007E099C" w:rsidRPr="00302463" w:rsidRDefault="007E099C" w:rsidP="00FF6DB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Тканинні ролети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8 875,00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FF6D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202" w:type="dxa"/>
          </w:tcPr>
          <w:p w:rsidR="007E099C" w:rsidRPr="00302463" w:rsidRDefault="007E099C" w:rsidP="00320A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Тренажер Сквізер Обіймально-стискальна машина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6 700,00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320A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202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 xml:space="preserve">Фліпчарт </w:t>
            </w:r>
            <w:r w:rsidRPr="00302463">
              <w:rPr>
                <w:rStyle w:val="2"/>
                <w:color w:val="000000"/>
                <w:lang w:val="en-US" w:eastAsia="en-US"/>
              </w:rPr>
              <w:t>Buromax</w:t>
            </w:r>
            <w:r w:rsidRPr="00302463">
              <w:rPr>
                <w:rStyle w:val="2"/>
                <w:color w:val="000000"/>
                <w:lang w:eastAsia="en-US"/>
              </w:rPr>
              <w:t xml:space="preserve"> </w:t>
            </w:r>
            <w:r w:rsidRPr="00302463">
              <w:rPr>
                <w:rStyle w:val="2"/>
                <w:color w:val="000000"/>
              </w:rPr>
              <w:t>магнитно-маркерньш 70х 100 см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2 650,02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320A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202" w:type="dxa"/>
          </w:tcPr>
          <w:p w:rsidR="007E099C" w:rsidRPr="00302463" w:rsidRDefault="007E099C" w:rsidP="00320A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Декоративний короб з глухою кришкою В 65 см х Ш 150 см х Г 22 см, колір сірий, дизайн Сіті</w:t>
            </w:r>
          </w:p>
        </w:tc>
        <w:tc>
          <w:tcPr>
            <w:tcW w:w="162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2 870,00</w:t>
            </w:r>
          </w:p>
        </w:tc>
      </w:tr>
      <w:tr w:rsidR="007E099C" w:rsidRPr="00302463">
        <w:trPr>
          <w:trHeight w:val="348"/>
        </w:trPr>
        <w:tc>
          <w:tcPr>
            <w:tcW w:w="846" w:type="dxa"/>
            <w:vAlign w:val="center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02" w:type="dxa"/>
            <w:vAlign w:val="center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620" w:type="dxa"/>
            <w:vAlign w:val="center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160" w:type="dxa"/>
          </w:tcPr>
          <w:p w:rsidR="007E099C" w:rsidRPr="00302463" w:rsidRDefault="007E099C" w:rsidP="007F46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lang w:val="uk-UA"/>
              </w:rPr>
              <w:t>128 471,02</w:t>
            </w:r>
          </w:p>
        </w:tc>
      </w:tr>
    </w:tbl>
    <w:p w:rsidR="007E099C" w:rsidRDefault="007E099C" w:rsidP="002052E9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Default="007E099C" w:rsidP="002052E9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26"/>
          <w:szCs w:val="26"/>
          <w:lang w:val="uk-UA"/>
        </w:rPr>
      </w:pPr>
    </w:p>
    <w:p w:rsidR="007E099C" w:rsidRPr="004A4CC9" w:rsidRDefault="007E099C" w:rsidP="00063696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Pr="004A4CC9">
        <w:rPr>
          <w:rFonts w:ascii="Times New Roman" w:hAnsi="Times New Roman" w:cs="Times New Roman"/>
          <w:b/>
          <w:bCs/>
          <w:kern w:val="32"/>
          <w:sz w:val="26"/>
          <w:szCs w:val="26"/>
          <w:lang w:val="uk-UA"/>
        </w:rPr>
        <w:t>сто двадцять вісім ти</w:t>
      </w:r>
      <w:r>
        <w:rPr>
          <w:rFonts w:ascii="Times New Roman" w:hAnsi="Times New Roman" w:cs="Times New Roman"/>
          <w:b/>
          <w:bCs/>
          <w:kern w:val="32"/>
          <w:sz w:val="26"/>
          <w:szCs w:val="26"/>
          <w:lang w:val="uk-UA"/>
        </w:rPr>
        <w:t>сяч чотириста сімдесят одна грн</w:t>
      </w:r>
      <w:r w:rsidRPr="004A4CC9">
        <w:rPr>
          <w:rFonts w:ascii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02 коп.</w:t>
      </w: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hAnsi="Times New Roman" w:cs="Times New Roman"/>
          <w:sz w:val="16"/>
          <w:szCs w:val="16"/>
          <w:lang w:val="uk-UA"/>
        </w:rPr>
        <w:t>Вик.Якубенко С.В.</w:t>
      </w: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/>
      </w:tblPr>
      <w:tblGrid>
        <w:gridCol w:w="9338"/>
        <w:gridCol w:w="136"/>
      </w:tblGrid>
      <w:tr w:rsidR="007E099C" w:rsidRPr="00EC43D3">
        <w:trPr>
          <w:trHeight w:val="255"/>
        </w:trPr>
        <w:tc>
          <w:tcPr>
            <w:tcW w:w="5000" w:type="pct"/>
            <w:gridSpan w:val="2"/>
            <w:noWrap/>
            <w:vAlign w:val="bottom"/>
          </w:tcPr>
          <w:p w:rsidR="007E099C" w:rsidRDefault="007E099C" w:rsidP="0015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099C" w:rsidRPr="002052E9" w:rsidRDefault="007E099C" w:rsidP="0015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r w:rsidRPr="003E68EC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7E099C" w:rsidRPr="00EC43D3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</w:tcPr>
          <w:p w:rsidR="007E099C" w:rsidRPr="003E68EC" w:rsidRDefault="007E099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52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7E099C" w:rsidRPr="003E68EC" w:rsidRDefault="007E099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22.12.2023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року</w:t>
            </w:r>
          </w:p>
          <w:p w:rsidR="007E099C" w:rsidRPr="003E68EC" w:rsidRDefault="007E099C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______-52-УІІІ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7E099C" w:rsidRPr="003E68EC" w:rsidRDefault="007E099C" w:rsidP="001567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E099C" w:rsidRPr="006715FF" w:rsidRDefault="007E09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E099C" w:rsidRPr="006715FF" w:rsidRDefault="007E099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комісії</w:t>
      </w:r>
    </w:p>
    <w:p w:rsidR="007E099C" w:rsidRPr="006715FF" w:rsidRDefault="007E099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7E099C" w:rsidRPr="006715FF" w:rsidRDefault="007E099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7E099C" w:rsidRPr="006715FF" w:rsidRDefault="007E099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7E099C" w:rsidRPr="006715FF" w:rsidRDefault="007E099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6521"/>
      </w:tblGrid>
      <w:tr w:rsidR="007E099C" w:rsidRPr="00EC43D3">
        <w:tc>
          <w:tcPr>
            <w:tcW w:w="2977" w:type="dxa"/>
          </w:tcPr>
          <w:p w:rsidR="007E099C" w:rsidRPr="00EC43D3" w:rsidRDefault="007E099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7E099C" w:rsidRPr="00EC43D3" w:rsidRDefault="007E099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Шепетько С.А.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 заступник міського голови</w:t>
            </w:r>
          </w:p>
        </w:tc>
      </w:tr>
      <w:tr w:rsidR="007E099C" w:rsidRPr="00EC43D3">
        <w:tc>
          <w:tcPr>
            <w:tcW w:w="2977" w:type="dxa"/>
          </w:tcPr>
          <w:p w:rsidR="007E099C" w:rsidRPr="00EC43D3" w:rsidRDefault="007E099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7E099C" w:rsidRPr="00EC43D3" w:rsidRDefault="007E099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Риженко Л.В. – начальник управління юридично-кадрової роботи</w:t>
            </w:r>
          </w:p>
        </w:tc>
      </w:tr>
      <w:tr w:rsidR="007E099C" w:rsidRPr="00EC43D3">
        <w:tc>
          <w:tcPr>
            <w:tcW w:w="2977" w:type="dxa"/>
          </w:tcPr>
          <w:p w:rsidR="007E099C" w:rsidRPr="00EC43D3" w:rsidRDefault="007E099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7E099C" w:rsidRPr="00EC43D3" w:rsidRDefault="007E099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Якубенко С.В. – начальник відділу бухгалтерського обліку та фінансового забезпечення-головний бухгалтер</w:t>
            </w:r>
          </w:p>
        </w:tc>
      </w:tr>
      <w:tr w:rsidR="007E099C" w:rsidRPr="00B61123">
        <w:tc>
          <w:tcPr>
            <w:tcW w:w="2977" w:type="dxa"/>
          </w:tcPr>
          <w:p w:rsidR="007E099C" w:rsidRPr="00EC43D3" w:rsidRDefault="007E099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7E099C" w:rsidRPr="00EC43D3" w:rsidRDefault="007E099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Пасічна І.Ю. – начальник 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соціальної політики Бучанської міської ради</w:t>
            </w:r>
          </w:p>
        </w:tc>
      </w:tr>
      <w:tr w:rsidR="007E099C" w:rsidRPr="00B61123">
        <w:tc>
          <w:tcPr>
            <w:tcW w:w="2977" w:type="dxa"/>
          </w:tcPr>
          <w:p w:rsidR="007E099C" w:rsidRPr="00FB26A2" w:rsidRDefault="007E099C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7E099C" w:rsidRPr="00EC43D3" w:rsidRDefault="007E099C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Кухар Н.В. – начальник відділу бухгалтерського обліку та звітності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Управління соціальної політики Бучанської міської ради</w:t>
            </w:r>
          </w:p>
        </w:tc>
      </w:tr>
    </w:tbl>
    <w:p w:rsidR="007E099C" w:rsidRPr="006715FF" w:rsidRDefault="007E099C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hAnsi="Times New Roman" w:cs="Times New Roman"/>
          <w:sz w:val="16"/>
          <w:szCs w:val="16"/>
          <w:lang w:val="uk-UA"/>
        </w:rPr>
        <w:t>Кухар Н.В.</w:t>
      </w: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Ind w:w="-106" w:type="dxa"/>
        <w:tblLayout w:type="fixed"/>
        <w:tblLook w:val="00A0"/>
      </w:tblPr>
      <w:tblGrid>
        <w:gridCol w:w="9338"/>
        <w:gridCol w:w="136"/>
      </w:tblGrid>
      <w:tr w:rsidR="007E099C" w:rsidRPr="00EC43D3">
        <w:trPr>
          <w:trHeight w:val="255"/>
        </w:trPr>
        <w:tc>
          <w:tcPr>
            <w:tcW w:w="5000" w:type="pct"/>
            <w:gridSpan w:val="2"/>
            <w:noWrap/>
            <w:vAlign w:val="bottom"/>
          </w:tcPr>
          <w:p w:rsidR="007E099C" w:rsidRPr="002052E9" w:rsidRDefault="007E099C" w:rsidP="00E21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r w:rsidRPr="003E68EC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7E099C" w:rsidRPr="00EC43D3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</w:tcPr>
          <w:p w:rsidR="007E099C" w:rsidRPr="003E68EC" w:rsidRDefault="007E099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52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7E099C" w:rsidRPr="003E68EC" w:rsidRDefault="007E099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22.12.2023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року</w:t>
            </w:r>
          </w:p>
          <w:p w:rsidR="007E099C" w:rsidRPr="003E68EC" w:rsidRDefault="007E099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______-52-УІІІ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7E099C" w:rsidRPr="003E68EC" w:rsidRDefault="007E099C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E099C" w:rsidRDefault="007E099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7E099C" w:rsidRDefault="007E099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7E099C" w:rsidRDefault="007E099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на баланс Управління соціальної політики</w:t>
      </w:r>
    </w:p>
    <w:p w:rsidR="007E099C" w:rsidRDefault="007E099C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7E099C" w:rsidRDefault="007E099C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5202"/>
        <w:gridCol w:w="1620"/>
        <w:gridCol w:w="2160"/>
      </w:tblGrid>
      <w:tr w:rsidR="007E099C" w:rsidRPr="00302463">
        <w:trPr>
          <w:trHeight w:val="417"/>
        </w:trPr>
        <w:tc>
          <w:tcPr>
            <w:tcW w:w="846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</w:t>
            </w: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йменування </w:t>
            </w: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Сума, грн.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463">
              <w:rPr>
                <w:rStyle w:val="2"/>
                <w:color w:val="000000"/>
                <w:lang w:val="en-US" w:eastAsia="en-US"/>
              </w:rPr>
              <w:t>KD</w:t>
            </w:r>
            <w:r w:rsidRPr="00302463">
              <w:rPr>
                <w:rStyle w:val="2"/>
                <w:color w:val="000000"/>
                <w:lang w:eastAsia="en-US"/>
              </w:rPr>
              <w:t xml:space="preserve">103 </w:t>
            </w:r>
            <w:r w:rsidRPr="00302463">
              <w:rPr>
                <w:rStyle w:val="2"/>
                <w:color w:val="000000"/>
              </w:rPr>
              <w:t>Килим текстильний 800мм х 1200мм (чорн.)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 xml:space="preserve"> 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Style w:val="2"/>
                <w:color w:val="000000"/>
              </w:rPr>
              <w:t>780,00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2463">
              <w:rPr>
                <w:rStyle w:val="2"/>
                <w:color w:val="000000"/>
              </w:rPr>
              <w:t>Акустична колонка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8 500,00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Бизиборд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3 100,00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Бізікуб дерево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1 600,00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 xml:space="preserve">Вішалка </w:t>
            </w:r>
            <w:r w:rsidRPr="00302463">
              <w:rPr>
                <w:rStyle w:val="2"/>
                <w:color w:val="000000"/>
                <w:lang w:val="en-US" w:eastAsia="en-US"/>
              </w:rPr>
              <w:t xml:space="preserve">COAT Rack </w:t>
            </w:r>
            <w:r w:rsidRPr="00302463">
              <w:rPr>
                <w:rStyle w:val="2"/>
                <w:color w:val="000000"/>
              </w:rPr>
              <w:t>підлогова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1 090,00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Гвинтова пірамідка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1 300,00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Іграшки Монтесорі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Іграшки Монтесорі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Картки візуальної підтримки процесу навчання для індивідуальних зайнять ДивоГра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tabs>
                <w:tab w:val="left" w:pos="-126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Кільцева доріжка Альма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1 100,00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Кінетичний пісок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Книга для дітей (видавництво Ранок)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330,00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Книга з піктограмами (видавництво ДивоГра)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360,00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Книга з піктограмами (видавництво ДивоГра)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Комплект Пуфів "Пазл" Деко-М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ком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7 869,00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Комплект стендів "Талановиті рученята"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ком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2 000,00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Конструктор Фраз "Будуємо Прості Речення" Диво</w:t>
            </w:r>
            <w:r w:rsidRPr="00302463">
              <w:rPr>
                <w:rStyle w:val="2"/>
                <w:color w:val="000000"/>
                <w:lang w:val="uk-UA"/>
              </w:rPr>
              <w:t xml:space="preserve"> </w:t>
            </w:r>
            <w:r w:rsidRPr="00302463">
              <w:rPr>
                <w:rStyle w:val="2"/>
                <w:color w:val="000000"/>
              </w:rPr>
              <w:t>Гра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447,00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Крейдяна плівка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Крісло-груша 100* 80см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Лабіринт для балансування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40" w:lineRule="exact"/>
              <w:ind w:left="-126" w:firstLine="126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Лего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1 900,00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Логічні ігри. Вивчай кольори Видавництво Ранок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Логічні ігри. Вивчай форми Видавництво Ранок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Логічні ігри. Підбирай за змістом Видавництво Ранок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Мат навчальний Де моє місце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Модуль балансир "Качечки"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2 900,00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Набір "Дорожні знаки"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02463">
              <w:rPr>
                <w:rStyle w:val="2"/>
                <w:color w:val="000000"/>
              </w:rPr>
              <w:t>Н</w:t>
            </w:r>
            <w:r w:rsidRPr="00302463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</w:rPr>
              <w:t>абір "За кольорами"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Набір карток і постерів Емоції.Почуття ДивоГ ра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385,00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202" w:type="dxa"/>
            <w:vAlign w:val="bottom"/>
          </w:tcPr>
          <w:p w:rsidR="007E099C" w:rsidRPr="00302463" w:rsidRDefault="007E099C" w:rsidP="00A704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02463">
              <w:rPr>
                <w:rStyle w:val="2"/>
                <w:color w:val="000000"/>
                <w:sz w:val="22"/>
                <w:szCs w:val="22"/>
              </w:rPr>
              <w:t>Набір карток Ігри з піктограмами до зошита Про мене ДивоГ ра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215,00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302463">
              <w:rPr>
                <w:rStyle w:val="2"/>
                <w:color w:val="000000"/>
              </w:rPr>
              <w:t xml:space="preserve">Набір Півсфера масажна </w:t>
            </w:r>
            <w:r w:rsidRPr="00302463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</w:rPr>
              <w:t>6 шт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комп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1 672,00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  <w:lang w:val="uk-UA"/>
              </w:rPr>
              <w:t xml:space="preserve">Набір Фігурок для сортування "Фрукти і ягоди" (108шт) </w:t>
            </w:r>
            <w:r w:rsidRPr="00302463">
              <w:rPr>
                <w:rStyle w:val="2"/>
                <w:color w:val="000000"/>
                <w:lang w:val="en-US" w:eastAsia="en-US"/>
              </w:rPr>
              <w:t>EDX</w:t>
            </w:r>
            <w:r w:rsidRPr="00302463">
              <w:rPr>
                <w:rStyle w:val="2"/>
                <w:color w:val="000000"/>
                <w:lang w:val="uk-UA" w:eastAsia="en-US"/>
              </w:rPr>
              <w:t xml:space="preserve"> </w:t>
            </w:r>
            <w:r w:rsidRPr="00302463">
              <w:rPr>
                <w:rStyle w:val="2"/>
                <w:color w:val="000000"/>
                <w:lang w:val="en-US" w:eastAsia="en-US"/>
              </w:rPr>
              <w:t>Education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1 600,00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Настільна гра з пластиковими долоньками Вчимося рахувати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Настільні розвивальні ігри комплект (уява,поясни слово,лото класичне)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936,00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Обтяжена рукавичка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680,00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Обтяжувачі для рук і ніг 2*0,5 кг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482,00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Світильник Океан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Світловий стіл-пісочниця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3 000,00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Сенсорна доріжка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1 800,00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Сенсорна іграшка "Пазл-бол"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Спуск роликовий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11 400,00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Стелаж для взуття Кирпич 800*335*982 мм, колір білий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4 300,00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 xml:space="preserve">Стіл письмовий </w:t>
            </w:r>
            <w:r w:rsidRPr="00302463">
              <w:rPr>
                <w:rStyle w:val="2"/>
                <w:color w:val="000000"/>
                <w:lang w:val="en-US" w:eastAsia="en-US"/>
              </w:rPr>
              <w:t>IKAS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6 000,00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Стілець складаний V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3 750,00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  <w:lang w:val="uk-UA"/>
              </w:rPr>
              <w:t xml:space="preserve">Стінка дитяча для іграшок </w:t>
            </w:r>
            <w:r w:rsidRPr="00302463">
              <w:rPr>
                <w:rStyle w:val="2"/>
                <w:color w:val="000000"/>
                <w:lang w:val="en-US" w:eastAsia="en-US"/>
              </w:rPr>
              <w:t>Design</w:t>
            </w:r>
            <w:r w:rsidRPr="00302463">
              <w:rPr>
                <w:rStyle w:val="2"/>
                <w:color w:val="000000"/>
                <w:lang w:val="uk-UA" w:eastAsia="en-US"/>
              </w:rPr>
              <w:t xml:space="preserve"> </w:t>
            </w:r>
            <w:r w:rsidRPr="00302463">
              <w:rPr>
                <w:rStyle w:val="2"/>
                <w:color w:val="000000"/>
                <w:lang w:val="en-US" w:eastAsia="en-US"/>
              </w:rPr>
              <w:t>Service</w:t>
            </w:r>
            <w:r w:rsidRPr="00302463">
              <w:rPr>
                <w:rStyle w:val="2"/>
                <w:color w:val="000000"/>
                <w:lang w:val="uk-UA" w:eastAsia="en-US"/>
              </w:rPr>
              <w:t xml:space="preserve"> </w:t>
            </w:r>
            <w:r w:rsidRPr="00302463">
              <w:rPr>
                <w:rStyle w:val="2"/>
                <w:color w:val="000000"/>
                <w:lang w:val="uk-UA"/>
              </w:rPr>
              <w:t>Малюк (663) основа білий/зелений/жовтий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9 200,00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Сухий душ АЛ 416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1 400,00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Тактильна гумова подушка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Тактильний масажний килимок Галька 150x40см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1 200,00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Татамі пазли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1 700,00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Тканинні ролети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8 875,00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Тренажер Сквізер Обіймально-стискальна машина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6 700,00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 xml:space="preserve">Фліпчарт </w:t>
            </w:r>
            <w:r w:rsidRPr="00302463">
              <w:rPr>
                <w:rStyle w:val="2"/>
                <w:color w:val="000000"/>
                <w:lang w:val="en-US" w:eastAsia="en-US"/>
              </w:rPr>
              <w:t>Buromax</w:t>
            </w:r>
            <w:r w:rsidRPr="00302463">
              <w:rPr>
                <w:rStyle w:val="2"/>
                <w:color w:val="000000"/>
                <w:lang w:eastAsia="en-US"/>
              </w:rPr>
              <w:t xml:space="preserve"> </w:t>
            </w:r>
            <w:r w:rsidRPr="00302463">
              <w:rPr>
                <w:rStyle w:val="2"/>
                <w:color w:val="000000"/>
              </w:rPr>
              <w:t>магнитно-маркерньш 70х 100 см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2 650,02</w:t>
            </w:r>
          </w:p>
        </w:tc>
      </w:tr>
      <w:tr w:rsidR="007E099C" w:rsidRPr="00302463"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202" w:type="dxa"/>
          </w:tcPr>
          <w:p w:rsidR="007E099C" w:rsidRPr="00302463" w:rsidRDefault="007E099C" w:rsidP="00A704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2463">
              <w:rPr>
                <w:rStyle w:val="2"/>
                <w:color w:val="000000"/>
              </w:rPr>
              <w:t>Декоративний короб з глухою кришкою В 65 см х Ш 150 см х Г 22 см, колір сірий, дизайн Сіті</w:t>
            </w:r>
          </w:p>
        </w:tc>
        <w:tc>
          <w:tcPr>
            <w:tcW w:w="162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1 шт</w:t>
            </w: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02463">
              <w:rPr>
                <w:rFonts w:ascii="Times New Roman" w:hAnsi="Times New Roman" w:cs="Times New Roman"/>
                <w:lang w:val="uk-UA"/>
              </w:rPr>
              <w:t>2 870,00</w:t>
            </w:r>
          </w:p>
        </w:tc>
      </w:tr>
      <w:tr w:rsidR="007E099C" w:rsidRPr="00302463">
        <w:trPr>
          <w:trHeight w:val="348"/>
        </w:trPr>
        <w:tc>
          <w:tcPr>
            <w:tcW w:w="846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02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620" w:type="dxa"/>
            <w:vAlign w:val="center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160" w:type="dxa"/>
          </w:tcPr>
          <w:p w:rsidR="007E099C" w:rsidRPr="00302463" w:rsidRDefault="007E099C" w:rsidP="00A70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302463">
              <w:rPr>
                <w:rFonts w:ascii="Times New Roman" w:hAnsi="Times New Roman" w:cs="Times New Roman"/>
                <w:b/>
                <w:bCs/>
                <w:lang w:val="uk-UA"/>
              </w:rPr>
              <w:t>128 471,02</w:t>
            </w:r>
          </w:p>
        </w:tc>
      </w:tr>
    </w:tbl>
    <w:p w:rsidR="007E099C" w:rsidRDefault="007E099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4895" w:type="pct"/>
        <w:tblInd w:w="-106" w:type="dxa"/>
        <w:tblLayout w:type="fixed"/>
        <w:tblLook w:val="00A0"/>
      </w:tblPr>
      <w:tblGrid>
        <w:gridCol w:w="9473"/>
        <w:gridCol w:w="174"/>
      </w:tblGrid>
      <w:tr w:rsidR="007E099C" w:rsidRPr="00EC43D3">
        <w:trPr>
          <w:gridAfter w:val="1"/>
          <w:wAfter w:w="90" w:type="pct"/>
          <w:trHeight w:val="255"/>
        </w:trPr>
        <w:tc>
          <w:tcPr>
            <w:tcW w:w="4910" w:type="pct"/>
            <w:noWrap/>
          </w:tcPr>
          <w:p w:rsidR="007E099C" w:rsidRPr="005A78E0" w:rsidRDefault="007E099C" w:rsidP="00DC78B5">
            <w:pPr>
              <w:widowControl w:val="0"/>
              <w:tabs>
                <w:tab w:val="left" w:pos="769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99C" w:rsidRPr="00EC43D3">
        <w:trPr>
          <w:trHeight w:val="2241"/>
        </w:trPr>
        <w:tc>
          <w:tcPr>
            <w:tcW w:w="5000" w:type="pct"/>
            <w:gridSpan w:val="2"/>
            <w:noWrap/>
            <w:vAlign w:val="bottom"/>
          </w:tcPr>
          <w:p w:rsidR="007E099C" w:rsidRDefault="007E099C" w:rsidP="00DC78B5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7E099C" w:rsidRPr="004A4CC9" w:rsidRDefault="007E099C" w:rsidP="004A4CC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Pr="004A4CC9"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сто двадцять вісім тис</w:t>
            </w:r>
            <w:r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яч чотириста сімдесят одна грн </w:t>
            </w:r>
            <w:r w:rsidRPr="004A4CC9"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02 коп.</w:t>
            </w:r>
          </w:p>
          <w:p w:rsidR="007E099C" w:rsidRDefault="007E099C" w:rsidP="00DC78B5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7E099C" w:rsidRPr="007E316A" w:rsidRDefault="007E099C" w:rsidP="00DC78B5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kern w:val="32"/>
                <w:sz w:val="26"/>
                <w:szCs w:val="26"/>
                <w:lang w:val="uk-UA"/>
              </w:rPr>
            </w:pPr>
          </w:p>
          <w:p w:rsidR="007E099C" w:rsidRPr="003E68EC" w:rsidRDefault="007E099C" w:rsidP="00DC78B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7E099C" w:rsidRDefault="007E099C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7E099C" w:rsidRDefault="007E099C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7E099C" w:rsidRDefault="007E099C" w:rsidP="00BC3B6B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644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Кухар Н.В.</w:t>
            </w:r>
          </w:p>
          <w:p w:rsidR="007E099C" w:rsidRPr="003E68EC" w:rsidRDefault="007E099C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E099C" w:rsidRDefault="007E099C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7E099C" w:rsidRDefault="007E099C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7E099C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5F13"/>
    <w:rsid w:val="001B601A"/>
    <w:rsid w:val="001C4587"/>
    <w:rsid w:val="001D5A01"/>
    <w:rsid w:val="001D6D34"/>
    <w:rsid w:val="001D721F"/>
    <w:rsid w:val="001D7335"/>
    <w:rsid w:val="001D7E74"/>
    <w:rsid w:val="001E391A"/>
    <w:rsid w:val="001E50CD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4F05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7161"/>
    <w:rsid w:val="00337738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1D88"/>
    <w:rsid w:val="003B24C5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3F7A1E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5DDE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3E2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90FD1"/>
    <w:rsid w:val="0079724F"/>
    <w:rsid w:val="007A4A15"/>
    <w:rsid w:val="007A5069"/>
    <w:rsid w:val="007A6A92"/>
    <w:rsid w:val="007B04D2"/>
    <w:rsid w:val="007B54A8"/>
    <w:rsid w:val="007B6D70"/>
    <w:rsid w:val="007C14B4"/>
    <w:rsid w:val="007C41A0"/>
    <w:rsid w:val="007C7A2B"/>
    <w:rsid w:val="007D0639"/>
    <w:rsid w:val="007D47A3"/>
    <w:rsid w:val="007D520F"/>
    <w:rsid w:val="007E039F"/>
    <w:rsid w:val="007E099C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1EFE"/>
    <w:rsid w:val="00883211"/>
    <w:rsid w:val="00883DC6"/>
    <w:rsid w:val="0088744F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C2DDF"/>
    <w:rsid w:val="00BC3B6B"/>
    <w:rsid w:val="00BC7A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6C6A"/>
    <w:rsid w:val="00DC74FC"/>
    <w:rsid w:val="00DC78B5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3897"/>
    <w:rsid w:val="00F34530"/>
    <w:rsid w:val="00F412E2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00C"/>
    <w:pPr>
      <w:spacing w:after="200" w:line="276" w:lineRule="auto"/>
    </w:pPr>
    <w:rPr>
      <w:rFonts w:eastAsia="Times New Roman"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ListParagraph">
    <w:name w:val="List Paragraph"/>
    <w:basedOn w:val="Normal"/>
    <w:uiPriority w:val="99"/>
    <w:qFormat/>
    <w:rsid w:val="004E500C"/>
    <w:pPr>
      <w:ind w:left="720"/>
    </w:pPr>
  </w:style>
  <w:style w:type="paragraph" w:customStyle="1" w:styleId="a">
    <w:name w:val="Знак"/>
    <w:basedOn w:val="Normal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Strong">
    <w:name w:val="Strong"/>
    <w:basedOn w:val="DefaultParagraphFont"/>
    <w:uiPriority w:val="99"/>
    <w:qFormat/>
    <w:rsid w:val="003E68EC"/>
    <w:rPr>
      <w:b/>
      <w:bCs/>
    </w:rPr>
  </w:style>
  <w:style w:type="table" w:styleId="TableGrid">
    <w:name w:val="Table Grid"/>
    <w:basedOn w:val="TableNormal"/>
    <w:uiPriority w:val="99"/>
    <w:rsid w:val="00E95D2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">
    <w:name w:val="Основний текст (2)"/>
    <w:basedOn w:val="DefaultParagraphFont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0">
    <w:name w:val="Основний текст (2)_"/>
    <w:basedOn w:val="DefaultParagraphFont"/>
    <w:link w:val="21"/>
    <w:uiPriority w:val="99"/>
    <w:locked/>
    <w:rsid w:val="00327F2C"/>
  </w:style>
  <w:style w:type="paragraph" w:customStyle="1" w:styleId="21">
    <w:name w:val="Основний текст (2)1"/>
    <w:basedOn w:val="Normal"/>
    <w:link w:val="20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9</Pages>
  <Words>6876</Words>
  <Characters>3920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Gl_Buh</cp:lastModifiedBy>
  <cp:revision>31</cp:revision>
  <cp:lastPrinted>2023-12-21T07:45:00Z</cp:lastPrinted>
  <dcterms:created xsi:type="dcterms:W3CDTF">2023-11-13T15:40:00Z</dcterms:created>
  <dcterms:modified xsi:type="dcterms:W3CDTF">2023-12-21T08:06:00Z</dcterms:modified>
</cp:coreProperties>
</file>